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DB77" w14:textId="77777777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2EDE5349" w14:textId="7105BDB6" w:rsidR="001E570F" w:rsidRPr="00C853FA" w:rsidRDefault="005B133E" w:rsidP="007C31BB">
      <w:pPr>
        <w:rPr>
          <w:rFonts w:cs="Arial"/>
          <w:szCs w:val="22"/>
        </w:rPr>
      </w:pPr>
      <w:r w:rsidRPr="005B133E">
        <w:rPr>
          <w:rFonts w:cs="Arial"/>
          <w:szCs w:val="22"/>
        </w:rPr>
        <w:t>SZ-PPP-01.213.9.2025</w:t>
      </w:r>
      <w:r w:rsidR="00B14FCF" w:rsidRPr="00B14FCF">
        <w:rPr>
          <w:rFonts w:cs="Arial"/>
          <w:szCs w:val="22"/>
        </w:rPr>
        <w:t>.2</w:t>
      </w:r>
    </w:p>
    <w:p w14:paraId="4789C87C" w14:textId="316CC3ED" w:rsidR="00941813" w:rsidRDefault="001E570F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 xml:space="preserve">WYKAZ WYKONANANYCH </w:t>
      </w:r>
      <w:r w:rsidR="00F50590">
        <w:rPr>
          <w:rFonts w:cs="Arial"/>
          <w:b/>
          <w:szCs w:val="22"/>
          <w:u w:val="single"/>
        </w:rPr>
        <w:t>DOSTAW</w:t>
      </w:r>
    </w:p>
    <w:p w14:paraId="0BDD0BBA" w14:textId="54517F35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>„</w:t>
      </w:r>
      <w:r w:rsidR="000C1B79" w:rsidRPr="000C1B79">
        <w:rPr>
          <w:rFonts w:cs="Arial"/>
          <w:i/>
          <w:color w:val="0000FF"/>
          <w:szCs w:val="22"/>
        </w:rPr>
        <w:t>Dostawy materiałów promocyjnych dla Okręgowego Inspektoratu Pracy w Szczecinie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77777777" w:rsidR="00941813" w:rsidRPr="005A641B" w:rsidRDefault="00941813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558E9D43" w:rsidR="00D813D6" w:rsidRPr="00096D9D" w:rsidRDefault="001E570F" w:rsidP="00974E71">
      <w:pPr>
        <w:rPr>
          <w:rFonts w:cs="Arial"/>
          <w:szCs w:val="22"/>
        </w:rPr>
      </w:pPr>
      <w:r>
        <w:rPr>
          <w:rFonts w:cs="Arial"/>
          <w:szCs w:val="22"/>
        </w:rPr>
        <w:t xml:space="preserve">Wykaz wykonanych </w:t>
      </w:r>
      <w:r w:rsidR="000C1B79">
        <w:rPr>
          <w:rFonts w:cs="Arial"/>
          <w:szCs w:val="22"/>
        </w:rPr>
        <w:t>dostaw</w:t>
      </w:r>
    </w:p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tbl>
      <w:tblPr>
        <w:tblStyle w:val="Tabela-Siatka"/>
        <w:tblW w:w="8778" w:type="dxa"/>
        <w:jc w:val="center"/>
        <w:tblLook w:val="04A0" w:firstRow="1" w:lastRow="0" w:firstColumn="1" w:lastColumn="0" w:noHBand="0" w:noVBand="1"/>
      </w:tblPr>
      <w:tblGrid>
        <w:gridCol w:w="669"/>
        <w:gridCol w:w="1384"/>
        <w:gridCol w:w="1574"/>
        <w:gridCol w:w="1476"/>
        <w:gridCol w:w="1237"/>
        <w:gridCol w:w="1341"/>
        <w:gridCol w:w="1097"/>
      </w:tblGrid>
      <w:tr w:rsidR="009E5D19" w:rsidRPr="002249CE" w14:paraId="28EF1018" w14:textId="121F4B12" w:rsidTr="000C1B79">
        <w:trPr>
          <w:jc w:val="center"/>
        </w:trPr>
        <w:tc>
          <w:tcPr>
            <w:tcW w:w="669" w:type="dxa"/>
            <w:vAlign w:val="center"/>
          </w:tcPr>
          <w:p w14:paraId="1BFF6ED9" w14:textId="77777777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Poz.</w:t>
            </w:r>
          </w:p>
        </w:tc>
        <w:tc>
          <w:tcPr>
            <w:tcW w:w="1384" w:type="dxa"/>
            <w:vAlign w:val="center"/>
          </w:tcPr>
          <w:p w14:paraId="5CA7367E" w14:textId="4A61203D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Nazwa wykonanej dostawy</w:t>
            </w:r>
          </w:p>
        </w:tc>
        <w:tc>
          <w:tcPr>
            <w:tcW w:w="1574" w:type="dxa"/>
            <w:vAlign w:val="center"/>
          </w:tcPr>
          <w:p w14:paraId="314C4A7B" w14:textId="5C2D5C30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Zamawiający /</w:t>
            </w:r>
            <w:r w:rsidRPr="002249CE">
              <w:rPr>
                <w:b/>
                <w:bCs/>
              </w:rPr>
              <w:t xml:space="preserve"> Zlecając</w:t>
            </w:r>
            <w:r>
              <w:rPr>
                <w:b/>
                <w:bCs/>
              </w:rPr>
              <w:t>y</w:t>
            </w:r>
          </w:p>
        </w:tc>
        <w:tc>
          <w:tcPr>
            <w:tcW w:w="1476" w:type="dxa"/>
            <w:vAlign w:val="center"/>
          </w:tcPr>
          <w:p w14:paraId="6FE960CA" w14:textId="77777777" w:rsidR="009E5D19" w:rsidRDefault="009E5D19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Wykonawca</w:t>
            </w:r>
          </w:p>
          <w:p w14:paraId="56D22DBE" w14:textId="1F31F4CE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Dostawy</w:t>
            </w:r>
          </w:p>
        </w:tc>
        <w:tc>
          <w:tcPr>
            <w:tcW w:w="1237" w:type="dxa"/>
            <w:vAlign w:val="center"/>
          </w:tcPr>
          <w:p w14:paraId="5831C2CA" w14:textId="21F99394" w:rsidR="009E5D19" w:rsidRPr="002249CE" w:rsidRDefault="009E5D19" w:rsidP="003B1482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Zakres dostawy</w:t>
            </w:r>
          </w:p>
        </w:tc>
        <w:tc>
          <w:tcPr>
            <w:tcW w:w="1341" w:type="dxa"/>
            <w:vAlign w:val="center"/>
          </w:tcPr>
          <w:p w14:paraId="0EC714E8" w14:textId="0583CE17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 w:rsidRPr="002249CE">
              <w:rPr>
                <w:rFonts w:cs="Arial"/>
                <w:b/>
                <w:bCs/>
              </w:rPr>
              <w:t>Dat</w:t>
            </w:r>
            <w:r>
              <w:rPr>
                <w:rFonts w:cs="Arial"/>
                <w:b/>
                <w:bCs/>
              </w:rPr>
              <w:t>a wykonania</w:t>
            </w:r>
          </w:p>
        </w:tc>
        <w:tc>
          <w:tcPr>
            <w:tcW w:w="1097" w:type="dxa"/>
          </w:tcPr>
          <w:p w14:paraId="558FACF5" w14:textId="6FEE6F28" w:rsidR="009E5D19" w:rsidRPr="002249CE" w:rsidRDefault="009E5D19" w:rsidP="0060625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Warto</w:t>
            </w:r>
            <w:r w:rsidR="00AD235A">
              <w:rPr>
                <w:rFonts w:cs="Arial"/>
                <w:b/>
                <w:bCs/>
              </w:rPr>
              <w:t>ść dostawy brutto</w:t>
            </w:r>
          </w:p>
        </w:tc>
      </w:tr>
      <w:tr w:rsidR="009E5D19" w:rsidRPr="0044611B" w14:paraId="790B7C62" w14:textId="03EB0E6C" w:rsidTr="000C1B79">
        <w:trPr>
          <w:jc w:val="center"/>
        </w:trPr>
        <w:tc>
          <w:tcPr>
            <w:tcW w:w="669" w:type="dxa"/>
            <w:vAlign w:val="center"/>
          </w:tcPr>
          <w:p w14:paraId="76492C14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</w:tcPr>
          <w:p w14:paraId="27AE8C8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702CE06B" w14:textId="15E25A4A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04AA4B1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237" w:type="dxa"/>
          </w:tcPr>
          <w:p w14:paraId="14100362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06F1157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097" w:type="dxa"/>
          </w:tcPr>
          <w:p w14:paraId="6B94E96C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  <w:tr w:rsidR="009E5D19" w:rsidRPr="0044611B" w14:paraId="331861F3" w14:textId="4ACBCA2C" w:rsidTr="000C1B79">
        <w:trPr>
          <w:jc w:val="center"/>
        </w:trPr>
        <w:tc>
          <w:tcPr>
            <w:tcW w:w="669" w:type="dxa"/>
            <w:vAlign w:val="center"/>
          </w:tcPr>
          <w:p w14:paraId="48AFC039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</w:tcPr>
          <w:p w14:paraId="6FB1757D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196E3808" w14:textId="6E528B28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34683EE8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237" w:type="dxa"/>
          </w:tcPr>
          <w:p w14:paraId="1E42265F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2EC5D2BE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097" w:type="dxa"/>
          </w:tcPr>
          <w:p w14:paraId="0717D03B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  <w:tr w:rsidR="009E5D19" w:rsidRPr="0044611B" w14:paraId="32EDBBC8" w14:textId="379C1D88" w:rsidTr="000C1B79">
        <w:trPr>
          <w:jc w:val="center"/>
        </w:trPr>
        <w:tc>
          <w:tcPr>
            <w:tcW w:w="669" w:type="dxa"/>
            <w:vAlign w:val="center"/>
          </w:tcPr>
          <w:p w14:paraId="49726ACA" w14:textId="77777777" w:rsidR="009E5D19" w:rsidRPr="0044611B" w:rsidRDefault="009E5D19" w:rsidP="003B14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10"/>
              <w:jc w:val="center"/>
              <w:rPr>
                <w:rFonts w:ascii="Arial" w:hAnsi="Arial" w:cs="Arial"/>
              </w:rPr>
            </w:pPr>
          </w:p>
        </w:tc>
        <w:tc>
          <w:tcPr>
            <w:tcW w:w="1384" w:type="dxa"/>
          </w:tcPr>
          <w:p w14:paraId="2B097175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574" w:type="dxa"/>
            <w:vAlign w:val="center"/>
          </w:tcPr>
          <w:p w14:paraId="4577941C" w14:textId="05F53546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476" w:type="dxa"/>
            <w:vAlign w:val="center"/>
          </w:tcPr>
          <w:p w14:paraId="1779D004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237" w:type="dxa"/>
          </w:tcPr>
          <w:p w14:paraId="372DD4C3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341" w:type="dxa"/>
          </w:tcPr>
          <w:p w14:paraId="0A9C8B4B" w14:textId="77777777" w:rsidR="009E5D19" w:rsidRPr="0044611B" w:rsidRDefault="009E5D19" w:rsidP="00606254">
            <w:pPr>
              <w:rPr>
                <w:rFonts w:cs="Arial"/>
              </w:rPr>
            </w:pPr>
          </w:p>
        </w:tc>
        <w:tc>
          <w:tcPr>
            <w:tcW w:w="1097" w:type="dxa"/>
          </w:tcPr>
          <w:p w14:paraId="7B25C9C9" w14:textId="77777777" w:rsidR="009E5D19" w:rsidRPr="0044611B" w:rsidRDefault="009E5D19" w:rsidP="00606254">
            <w:pPr>
              <w:rPr>
                <w:rFonts w:cs="Arial"/>
              </w:rPr>
            </w:pPr>
          </w:p>
        </w:tc>
      </w:tr>
    </w:tbl>
    <w:p w14:paraId="4CEB05AA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D7F71E3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30224EE7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74CA083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4433AB1E" w14:textId="77777777" w:rsidR="001E570F" w:rsidRDefault="001E570F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Calibri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95138"/>
    <w:multiLevelType w:val="hybridMultilevel"/>
    <w:tmpl w:val="68E6CC86"/>
    <w:lvl w:ilvl="0" w:tplc="C694D7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10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4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7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2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9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3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036716">
    <w:abstractNumId w:val="20"/>
  </w:num>
  <w:num w:numId="2" w16cid:durableId="1513252965">
    <w:abstractNumId w:val="17"/>
  </w:num>
  <w:num w:numId="3" w16cid:durableId="352269750">
    <w:abstractNumId w:val="31"/>
  </w:num>
  <w:num w:numId="4" w16cid:durableId="604308303">
    <w:abstractNumId w:val="13"/>
  </w:num>
  <w:num w:numId="5" w16cid:durableId="556627339">
    <w:abstractNumId w:val="5"/>
  </w:num>
  <w:num w:numId="6" w16cid:durableId="819881701">
    <w:abstractNumId w:val="9"/>
  </w:num>
  <w:num w:numId="7" w16cid:durableId="105782078">
    <w:abstractNumId w:val="26"/>
  </w:num>
  <w:num w:numId="8" w16cid:durableId="1922835685">
    <w:abstractNumId w:val="11"/>
  </w:num>
  <w:num w:numId="9" w16cid:durableId="496118954">
    <w:abstractNumId w:val="12"/>
  </w:num>
  <w:num w:numId="10" w16cid:durableId="1557356203">
    <w:abstractNumId w:val="19"/>
  </w:num>
  <w:num w:numId="11" w16cid:durableId="849222520">
    <w:abstractNumId w:val="29"/>
  </w:num>
  <w:num w:numId="12" w16cid:durableId="1162548568">
    <w:abstractNumId w:val="23"/>
  </w:num>
  <w:num w:numId="13" w16cid:durableId="42756608">
    <w:abstractNumId w:val="8"/>
  </w:num>
  <w:num w:numId="14" w16cid:durableId="1815829281">
    <w:abstractNumId w:val="7"/>
  </w:num>
  <w:num w:numId="15" w16cid:durableId="1088841554">
    <w:abstractNumId w:val="27"/>
  </w:num>
  <w:num w:numId="16" w16cid:durableId="873613656">
    <w:abstractNumId w:val="33"/>
  </w:num>
  <w:num w:numId="17" w16cid:durableId="951285435">
    <w:abstractNumId w:val="24"/>
  </w:num>
  <w:num w:numId="18" w16cid:durableId="553976725">
    <w:abstractNumId w:val="15"/>
  </w:num>
  <w:num w:numId="19" w16cid:durableId="1295716935">
    <w:abstractNumId w:val="32"/>
  </w:num>
  <w:num w:numId="20" w16cid:durableId="1443260913">
    <w:abstractNumId w:val="28"/>
  </w:num>
  <w:num w:numId="21" w16cid:durableId="805926274">
    <w:abstractNumId w:val="2"/>
  </w:num>
  <w:num w:numId="22" w16cid:durableId="1123615152">
    <w:abstractNumId w:val="0"/>
  </w:num>
  <w:num w:numId="23" w16cid:durableId="73010793">
    <w:abstractNumId w:val="21"/>
  </w:num>
  <w:num w:numId="24" w16cid:durableId="1903173916">
    <w:abstractNumId w:val="16"/>
  </w:num>
  <w:num w:numId="25" w16cid:durableId="1260485875">
    <w:abstractNumId w:val="14"/>
  </w:num>
  <w:num w:numId="26" w16cid:durableId="33120334">
    <w:abstractNumId w:val="25"/>
  </w:num>
  <w:num w:numId="27" w16cid:durableId="2139375422">
    <w:abstractNumId w:val="18"/>
  </w:num>
  <w:num w:numId="28" w16cid:durableId="624166148">
    <w:abstractNumId w:val="30"/>
  </w:num>
  <w:num w:numId="29" w16cid:durableId="507718348">
    <w:abstractNumId w:val="6"/>
  </w:num>
  <w:num w:numId="30" w16cid:durableId="624655947">
    <w:abstractNumId w:val="3"/>
  </w:num>
  <w:num w:numId="31" w16cid:durableId="2009366184">
    <w:abstractNumId w:val="1"/>
  </w:num>
  <w:num w:numId="32" w16cid:durableId="2076587664">
    <w:abstractNumId w:val="10"/>
  </w:num>
  <w:num w:numId="33" w16cid:durableId="92865945">
    <w:abstractNumId w:val="22"/>
  </w:num>
  <w:num w:numId="34" w16cid:durableId="1908412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1753"/>
    <w:rsid w:val="000937B2"/>
    <w:rsid w:val="00096D9D"/>
    <w:rsid w:val="000C1B79"/>
    <w:rsid w:val="000C4A83"/>
    <w:rsid w:val="000D5C8E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65010"/>
    <w:rsid w:val="0017179B"/>
    <w:rsid w:val="00175FFA"/>
    <w:rsid w:val="00182AD6"/>
    <w:rsid w:val="0018733E"/>
    <w:rsid w:val="001A614F"/>
    <w:rsid w:val="001B189D"/>
    <w:rsid w:val="001B2605"/>
    <w:rsid w:val="001D3493"/>
    <w:rsid w:val="001E570F"/>
    <w:rsid w:val="002008FC"/>
    <w:rsid w:val="00202595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822C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53EFE"/>
    <w:rsid w:val="00357490"/>
    <w:rsid w:val="0038332A"/>
    <w:rsid w:val="00385F22"/>
    <w:rsid w:val="003936E4"/>
    <w:rsid w:val="003A1AFF"/>
    <w:rsid w:val="003A5F2F"/>
    <w:rsid w:val="003A71C7"/>
    <w:rsid w:val="003B1482"/>
    <w:rsid w:val="003B41A8"/>
    <w:rsid w:val="003F0217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33040"/>
    <w:rsid w:val="00543493"/>
    <w:rsid w:val="0054605C"/>
    <w:rsid w:val="00585901"/>
    <w:rsid w:val="00593F96"/>
    <w:rsid w:val="005954E7"/>
    <w:rsid w:val="005A17E8"/>
    <w:rsid w:val="005A641B"/>
    <w:rsid w:val="005B133E"/>
    <w:rsid w:val="005B13E6"/>
    <w:rsid w:val="005B44CC"/>
    <w:rsid w:val="005E6D92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93BA9"/>
    <w:rsid w:val="00693EAC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6F792A"/>
    <w:rsid w:val="00712628"/>
    <w:rsid w:val="007378FB"/>
    <w:rsid w:val="00751BF0"/>
    <w:rsid w:val="00782814"/>
    <w:rsid w:val="00795288"/>
    <w:rsid w:val="007A7FB9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420AB"/>
    <w:rsid w:val="00844303"/>
    <w:rsid w:val="0084454B"/>
    <w:rsid w:val="008527F6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9E5D19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C3035"/>
    <w:rsid w:val="00AD235A"/>
    <w:rsid w:val="00AD7FF6"/>
    <w:rsid w:val="00AE6531"/>
    <w:rsid w:val="00AE672E"/>
    <w:rsid w:val="00B14FCF"/>
    <w:rsid w:val="00B2620B"/>
    <w:rsid w:val="00B30EC5"/>
    <w:rsid w:val="00B3182A"/>
    <w:rsid w:val="00B62841"/>
    <w:rsid w:val="00BA6F35"/>
    <w:rsid w:val="00BB2608"/>
    <w:rsid w:val="00BB5705"/>
    <w:rsid w:val="00BC612E"/>
    <w:rsid w:val="00BD26C4"/>
    <w:rsid w:val="00BD3E9E"/>
    <w:rsid w:val="00C06A2D"/>
    <w:rsid w:val="00C07CDC"/>
    <w:rsid w:val="00C4155D"/>
    <w:rsid w:val="00C5464D"/>
    <w:rsid w:val="00C67DCB"/>
    <w:rsid w:val="00C77483"/>
    <w:rsid w:val="00C853FA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B5FEA"/>
    <w:rsid w:val="00DC48F1"/>
    <w:rsid w:val="00E00F79"/>
    <w:rsid w:val="00E06CB5"/>
    <w:rsid w:val="00E72861"/>
    <w:rsid w:val="00EA6A12"/>
    <w:rsid w:val="00EB3182"/>
    <w:rsid w:val="00EC01A1"/>
    <w:rsid w:val="00F02911"/>
    <w:rsid w:val="00F058C4"/>
    <w:rsid w:val="00F1701A"/>
    <w:rsid w:val="00F309E8"/>
    <w:rsid w:val="00F3457F"/>
    <w:rsid w:val="00F50590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34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3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70F"/>
    <w:pPr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70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7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44</TotalTime>
  <Pages>1</Pages>
  <Words>51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15</cp:revision>
  <cp:lastPrinted>2019-05-10T13:26:00Z</cp:lastPrinted>
  <dcterms:created xsi:type="dcterms:W3CDTF">2024-10-22T13:03:00Z</dcterms:created>
  <dcterms:modified xsi:type="dcterms:W3CDTF">2025-03-18T09:33:00Z</dcterms:modified>
</cp:coreProperties>
</file>